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745FD" w14:textId="77777777" w:rsidR="00F36797" w:rsidRDefault="00F36797" w:rsidP="00F3679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3AF8828" w14:textId="77777777" w:rsidR="00F36797" w:rsidRDefault="00F36797" w:rsidP="0073229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8C8F91C" w14:textId="4282EC49" w:rsidR="00732296" w:rsidRPr="00B9118B" w:rsidRDefault="00732296" w:rsidP="0073229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9118B">
        <w:rPr>
          <w:rFonts w:ascii="Corbel" w:hAnsi="Corbel"/>
          <w:b/>
          <w:smallCaps/>
          <w:sz w:val="24"/>
          <w:szCs w:val="24"/>
        </w:rPr>
        <w:t>SYLABUS</w:t>
      </w:r>
    </w:p>
    <w:p w14:paraId="210963F1" w14:textId="0B315712" w:rsidR="00732296" w:rsidRPr="00B9118B" w:rsidRDefault="00732296" w:rsidP="005420A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9118B">
        <w:rPr>
          <w:rFonts w:ascii="Corbel" w:hAnsi="Corbel"/>
          <w:b/>
          <w:smallCaps/>
          <w:sz w:val="24"/>
          <w:szCs w:val="24"/>
        </w:rPr>
        <w:t>dotyczy cyklu kształcenia</w:t>
      </w:r>
      <w:r w:rsidRPr="00B9118B">
        <w:rPr>
          <w:rFonts w:ascii="Corbel" w:hAnsi="Corbel"/>
          <w:i/>
          <w:smallCaps/>
          <w:sz w:val="24"/>
          <w:szCs w:val="24"/>
        </w:rPr>
        <w:t xml:space="preserve"> </w:t>
      </w:r>
      <w:r w:rsidR="005420A6">
        <w:rPr>
          <w:rFonts w:ascii="Corbel" w:hAnsi="Corbel"/>
          <w:b/>
          <w:smallCaps/>
          <w:sz w:val="24"/>
          <w:szCs w:val="24"/>
        </w:rPr>
        <w:t>202</w:t>
      </w:r>
      <w:r w:rsidR="0050757A">
        <w:rPr>
          <w:rFonts w:ascii="Corbel" w:hAnsi="Corbel"/>
          <w:b/>
          <w:smallCaps/>
          <w:sz w:val="24"/>
          <w:szCs w:val="24"/>
        </w:rPr>
        <w:t>5</w:t>
      </w:r>
      <w:r w:rsidR="005420A6">
        <w:rPr>
          <w:rFonts w:ascii="Corbel" w:hAnsi="Corbel"/>
          <w:b/>
          <w:smallCaps/>
          <w:sz w:val="24"/>
          <w:szCs w:val="24"/>
        </w:rPr>
        <w:t>-20</w:t>
      </w:r>
      <w:r w:rsidR="0050757A">
        <w:rPr>
          <w:rFonts w:ascii="Corbel" w:hAnsi="Corbel"/>
          <w:b/>
          <w:smallCaps/>
          <w:sz w:val="24"/>
          <w:szCs w:val="24"/>
        </w:rPr>
        <w:t>30</w:t>
      </w:r>
    </w:p>
    <w:p w14:paraId="004BD3F2" w14:textId="5E259DBA" w:rsidR="00732296" w:rsidRPr="00B9118B" w:rsidRDefault="00732296" w:rsidP="0073229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 xml:space="preserve">Rok akademicki </w:t>
      </w:r>
      <w:r w:rsidRPr="00B9118B">
        <w:rPr>
          <w:rFonts w:ascii="Corbel" w:hAnsi="Corbel"/>
          <w:b/>
          <w:sz w:val="24"/>
          <w:szCs w:val="24"/>
        </w:rPr>
        <w:t>202</w:t>
      </w:r>
      <w:r w:rsidR="0050757A">
        <w:rPr>
          <w:rFonts w:ascii="Corbel" w:hAnsi="Corbel"/>
          <w:b/>
          <w:sz w:val="24"/>
          <w:szCs w:val="24"/>
        </w:rPr>
        <w:t>5</w:t>
      </w:r>
      <w:r w:rsidRPr="00B9118B">
        <w:rPr>
          <w:rFonts w:ascii="Corbel" w:hAnsi="Corbel"/>
          <w:b/>
          <w:sz w:val="24"/>
          <w:szCs w:val="24"/>
        </w:rPr>
        <w:t>/202</w:t>
      </w:r>
      <w:r w:rsidR="0050757A">
        <w:rPr>
          <w:rFonts w:ascii="Corbel" w:hAnsi="Corbel"/>
          <w:b/>
          <w:sz w:val="24"/>
          <w:szCs w:val="24"/>
        </w:rPr>
        <w:t>6</w:t>
      </w:r>
    </w:p>
    <w:p w14:paraId="780E91A6" w14:textId="77777777" w:rsidR="00732296" w:rsidRPr="00B9118B" w:rsidRDefault="0073229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F689FC" w14:textId="77777777" w:rsidR="00732296" w:rsidRPr="00B9118B" w:rsidRDefault="0073229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187A5D" w14:textId="77777777" w:rsidR="0085747A" w:rsidRPr="00B911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9118B">
        <w:rPr>
          <w:rFonts w:ascii="Corbel" w:hAnsi="Corbel"/>
          <w:szCs w:val="24"/>
        </w:rPr>
        <w:t xml:space="preserve">1. </w:t>
      </w:r>
      <w:r w:rsidR="0085747A" w:rsidRPr="00B9118B">
        <w:rPr>
          <w:rFonts w:ascii="Corbel" w:hAnsi="Corbel"/>
          <w:szCs w:val="24"/>
        </w:rPr>
        <w:t xml:space="preserve">Podstawowe </w:t>
      </w:r>
      <w:r w:rsidR="00445970" w:rsidRPr="00B911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9118B" w14:paraId="3081C06C" w14:textId="77777777" w:rsidTr="00B819C8">
        <w:tc>
          <w:tcPr>
            <w:tcW w:w="2694" w:type="dxa"/>
            <w:vAlign w:val="center"/>
          </w:tcPr>
          <w:p w14:paraId="281B1841" w14:textId="77777777" w:rsidR="0085747A" w:rsidRPr="00B911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7E409E" w14:textId="77777777" w:rsidR="0085747A" w:rsidRPr="00B9118B" w:rsidRDefault="00732296" w:rsidP="00D57FC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</w:t>
            </w:r>
            <w:r w:rsidR="00FF287C" w:rsidRPr="00B9118B">
              <w:rPr>
                <w:rFonts w:ascii="Corbel" w:hAnsi="Corbel"/>
                <w:sz w:val="24"/>
                <w:szCs w:val="24"/>
              </w:rPr>
              <w:t>rawne regulacje dotyczące edukacji włączającej w Polsce i na świecie</w:t>
            </w:r>
          </w:p>
        </w:tc>
      </w:tr>
      <w:tr w:rsidR="00732296" w:rsidRPr="00B9118B" w14:paraId="1384457E" w14:textId="77777777" w:rsidTr="00B819C8">
        <w:tc>
          <w:tcPr>
            <w:tcW w:w="2694" w:type="dxa"/>
            <w:vAlign w:val="center"/>
          </w:tcPr>
          <w:p w14:paraId="7CBFAC99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04D60B7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32296" w:rsidRPr="00B9118B" w14:paraId="3F4A5F8E" w14:textId="77777777" w:rsidTr="00B819C8">
        <w:tc>
          <w:tcPr>
            <w:tcW w:w="2694" w:type="dxa"/>
            <w:vAlign w:val="center"/>
          </w:tcPr>
          <w:p w14:paraId="546AB3A9" w14:textId="77777777" w:rsidR="00732296" w:rsidRPr="00B9118B" w:rsidRDefault="0073229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B3FC6" w14:textId="3613E763" w:rsidR="00732296" w:rsidRPr="00B9118B" w:rsidRDefault="00D32CE5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2CE5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32296" w:rsidRPr="00B9118B" w14:paraId="352FA682" w14:textId="77777777" w:rsidTr="00B819C8">
        <w:tc>
          <w:tcPr>
            <w:tcW w:w="2694" w:type="dxa"/>
            <w:vAlign w:val="center"/>
          </w:tcPr>
          <w:p w14:paraId="23408F26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C05FFF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32296" w:rsidRPr="00B9118B" w14:paraId="04DE6A62" w14:textId="77777777" w:rsidTr="00B819C8">
        <w:tc>
          <w:tcPr>
            <w:tcW w:w="2694" w:type="dxa"/>
            <w:vAlign w:val="center"/>
          </w:tcPr>
          <w:p w14:paraId="0013A039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F659C4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732296" w:rsidRPr="00B9118B" w14:paraId="444B5BDA" w14:textId="77777777" w:rsidTr="00B819C8">
        <w:tc>
          <w:tcPr>
            <w:tcW w:w="2694" w:type="dxa"/>
            <w:vAlign w:val="center"/>
          </w:tcPr>
          <w:p w14:paraId="63A3D8E2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C42EFD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32296" w:rsidRPr="00B9118B" w14:paraId="58139B72" w14:textId="77777777" w:rsidTr="00B819C8">
        <w:tc>
          <w:tcPr>
            <w:tcW w:w="2694" w:type="dxa"/>
            <w:vAlign w:val="center"/>
          </w:tcPr>
          <w:p w14:paraId="1A0FA007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7ADA3F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32296" w:rsidRPr="00B9118B" w14:paraId="15866E5F" w14:textId="77777777" w:rsidTr="00B819C8">
        <w:tc>
          <w:tcPr>
            <w:tcW w:w="2694" w:type="dxa"/>
            <w:vAlign w:val="center"/>
          </w:tcPr>
          <w:p w14:paraId="033F4839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C26416" w14:textId="11887D9C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0757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732296" w:rsidRPr="00B9118B" w14:paraId="7D60122B" w14:textId="77777777" w:rsidTr="00B819C8">
        <w:tc>
          <w:tcPr>
            <w:tcW w:w="2694" w:type="dxa"/>
            <w:vAlign w:val="center"/>
          </w:tcPr>
          <w:p w14:paraId="6144FCD7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A4A524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732296" w:rsidRPr="00B9118B" w14:paraId="53D94290" w14:textId="77777777" w:rsidTr="00B819C8">
        <w:tc>
          <w:tcPr>
            <w:tcW w:w="2694" w:type="dxa"/>
            <w:vAlign w:val="center"/>
          </w:tcPr>
          <w:p w14:paraId="69A5EF62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DD74DF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Moduł D. Edukacja włączająca, Moduł D.1. Teorie edukacji integracyjnej i włączającej; przedmiot kierunkowy</w:t>
            </w:r>
          </w:p>
        </w:tc>
      </w:tr>
      <w:tr w:rsidR="00732296" w:rsidRPr="00B9118B" w14:paraId="61B0803E" w14:textId="77777777" w:rsidTr="00B819C8">
        <w:tc>
          <w:tcPr>
            <w:tcW w:w="2694" w:type="dxa"/>
            <w:vAlign w:val="center"/>
          </w:tcPr>
          <w:p w14:paraId="50DB66F4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0973EA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732296" w:rsidRPr="00B9118B" w14:paraId="0415D69C" w14:textId="77777777" w:rsidTr="00B819C8">
        <w:tc>
          <w:tcPr>
            <w:tcW w:w="2694" w:type="dxa"/>
            <w:vAlign w:val="center"/>
          </w:tcPr>
          <w:p w14:paraId="4B34B91E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E91A2" w14:textId="77777777" w:rsidR="00732296" w:rsidRPr="00B9118B" w:rsidRDefault="0073229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 xml:space="preserve">dr hab. Krystyna Barłóg, prof. UR </w:t>
            </w:r>
          </w:p>
        </w:tc>
      </w:tr>
      <w:tr w:rsidR="00732296" w:rsidRPr="00B9118B" w14:paraId="50A8D030" w14:textId="77777777" w:rsidTr="00B819C8">
        <w:tc>
          <w:tcPr>
            <w:tcW w:w="2694" w:type="dxa"/>
            <w:vAlign w:val="center"/>
          </w:tcPr>
          <w:p w14:paraId="54D6E195" w14:textId="77777777" w:rsidR="00732296" w:rsidRPr="00B9118B" w:rsidRDefault="0073229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98F2D6" w14:textId="77777777" w:rsidR="00732296" w:rsidRPr="00B9118B" w:rsidRDefault="007322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B9118B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B9118B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7747901C" w14:textId="77777777" w:rsidR="0085747A" w:rsidRPr="00B9118B" w:rsidRDefault="0085747A" w:rsidP="0087725B">
      <w:pPr>
        <w:pStyle w:val="Podpunkty"/>
        <w:ind w:left="0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 xml:space="preserve">* </w:t>
      </w:r>
      <w:r w:rsidRPr="00B9118B">
        <w:rPr>
          <w:rFonts w:ascii="Corbel" w:hAnsi="Corbel"/>
          <w:i/>
          <w:sz w:val="24"/>
          <w:szCs w:val="24"/>
        </w:rPr>
        <w:t>-</w:t>
      </w:r>
      <w:r w:rsidR="00B90885" w:rsidRPr="00B911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118B">
        <w:rPr>
          <w:rFonts w:ascii="Corbel" w:hAnsi="Corbel"/>
          <w:b w:val="0"/>
          <w:sz w:val="24"/>
          <w:szCs w:val="24"/>
        </w:rPr>
        <w:t>e,</w:t>
      </w:r>
      <w:r w:rsidRPr="00B9118B">
        <w:rPr>
          <w:rFonts w:ascii="Corbel" w:hAnsi="Corbel"/>
          <w:i/>
          <w:sz w:val="24"/>
          <w:szCs w:val="24"/>
        </w:rPr>
        <w:t xml:space="preserve"> </w:t>
      </w:r>
      <w:r w:rsidRPr="00B911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9118B">
        <w:rPr>
          <w:rFonts w:ascii="Corbel" w:hAnsi="Corbel"/>
          <w:b w:val="0"/>
          <w:i/>
          <w:sz w:val="24"/>
          <w:szCs w:val="24"/>
        </w:rPr>
        <w:t>w Jednostce</w:t>
      </w:r>
    </w:p>
    <w:p w14:paraId="0F7077BD" w14:textId="77777777" w:rsidR="00923D7D" w:rsidRPr="00B911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E40FC" w14:textId="77777777" w:rsidR="00923D7D" w:rsidRPr="00B9118B" w:rsidRDefault="0085747A" w:rsidP="00732296">
      <w:pPr>
        <w:pStyle w:val="Podpunkty"/>
        <w:ind w:left="284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>1.</w:t>
      </w:r>
      <w:r w:rsidR="00E22FBC" w:rsidRPr="00B9118B">
        <w:rPr>
          <w:rFonts w:ascii="Corbel" w:hAnsi="Corbel"/>
          <w:sz w:val="24"/>
          <w:szCs w:val="24"/>
        </w:rPr>
        <w:t>1</w:t>
      </w:r>
      <w:r w:rsidRPr="00B911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9118B" w14:paraId="3B8FF5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EDA4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Semestr</w:t>
            </w:r>
          </w:p>
          <w:p w14:paraId="184CB493" w14:textId="77777777" w:rsidR="00015B8F" w:rsidRPr="00B911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(</w:t>
            </w:r>
            <w:r w:rsidR="00363F78" w:rsidRPr="00B911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38F4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118B">
              <w:rPr>
                <w:rFonts w:ascii="Corbel" w:hAnsi="Corbel"/>
                <w:szCs w:val="24"/>
              </w:rPr>
              <w:t>Wykł</w:t>
            </w:r>
            <w:proofErr w:type="spellEnd"/>
            <w:r w:rsidRPr="00B911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C268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DA7C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118B">
              <w:rPr>
                <w:rFonts w:ascii="Corbel" w:hAnsi="Corbel"/>
                <w:szCs w:val="24"/>
              </w:rPr>
              <w:t>Konw</w:t>
            </w:r>
            <w:proofErr w:type="spellEnd"/>
            <w:r w:rsidRPr="00B911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A48F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CFCD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118B">
              <w:rPr>
                <w:rFonts w:ascii="Corbel" w:hAnsi="Corbel"/>
                <w:szCs w:val="24"/>
              </w:rPr>
              <w:t>Sem</w:t>
            </w:r>
            <w:proofErr w:type="spellEnd"/>
            <w:r w:rsidRPr="00B911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BABF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11F8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9118B">
              <w:rPr>
                <w:rFonts w:ascii="Corbel" w:hAnsi="Corbel"/>
                <w:szCs w:val="24"/>
              </w:rPr>
              <w:t>Prakt</w:t>
            </w:r>
            <w:proofErr w:type="spellEnd"/>
            <w:r w:rsidRPr="00B911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361A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911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6993" w14:textId="77777777" w:rsidR="00015B8F" w:rsidRPr="00B911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9118B">
              <w:rPr>
                <w:rFonts w:ascii="Corbel" w:hAnsi="Corbel"/>
                <w:b/>
                <w:szCs w:val="24"/>
              </w:rPr>
              <w:t>Liczba pkt</w:t>
            </w:r>
            <w:r w:rsidR="00B90885" w:rsidRPr="00B9118B">
              <w:rPr>
                <w:rFonts w:ascii="Corbel" w:hAnsi="Corbel"/>
                <w:b/>
                <w:szCs w:val="24"/>
              </w:rPr>
              <w:t>.</w:t>
            </w:r>
            <w:r w:rsidRPr="00B911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9118B" w14:paraId="1EAD2656" w14:textId="77777777" w:rsidTr="00FF28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8643" w14:textId="77777777" w:rsidR="00015B8F" w:rsidRPr="00B9118B" w:rsidRDefault="00732296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7747" w14:textId="0CCDF9A6" w:rsidR="00015B8F" w:rsidRPr="00B9118B" w:rsidRDefault="009C50E8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CED0" w14:textId="77777777"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CA3E" w14:textId="77777777"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8DB4" w14:textId="77777777"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22C8" w14:textId="77777777"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3E2E" w14:textId="77777777"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3749" w14:textId="77777777"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DDCA" w14:textId="77777777" w:rsidR="00015B8F" w:rsidRPr="00B9118B" w:rsidRDefault="00015B8F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4202" w14:textId="77777777" w:rsidR="00015B8F" w:rsidRPr="00B9118B" w:rsidRDefault="00FF287C" w:rsidP="00FF28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A48263" w14:textId="77777777" w:rsidR="00923D7D" w:rsidRPr="00B911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2B054E" w14:textId="77777777" w:rsidR="00923D7D" w:rsidRPr="00B911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774632" w14:textId="77777777" w:rsidR="0085747A" w:rsidRPr="00B911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>1.</w:t>
      </w:r>
      <w:r w:rsidR="00E22FBC" w:rsidRPr="00B9118B">
        <w:rPr>
          <w:rFonts w:ascii="Corbel" w:hAnsi="Corbel"/>
          <w:smallCaps w:val="0"/>
          <w:szCs w:val="24"/>
        </w:rPr>
        <w:t>2</w:t>
      </w:r>
      <w:r w:rsidR="00F83B28" w:rsidRPr="00B9118B">
        <w:rPr>
          <w:rFonts w:ascii="Corbel" w:hAnsi="Corbel"/>
          <w:smallCaps w:val="0"/>
          <w:szCs w:val="24"/>
        </w:rPr>
        <w:t>.</w:t>
      </w:r>
      <w:r w:rsidR="00F83B28" w:rsidRPr="00B9118B">
        <w:rPr>
          <w:rFonts w:ascii="Corbel" w:hAnsi="Corbel"/>
          <w:smallCaps w:val="0"/>
          <w:szCs w:val="24"/>
        </w:rPr>
        <w:tab/>
      </w:r>
      <w:r w:rsidRPr="00B9118B">
        <w:rPr>
          <w:rFonts w:ascii="Corbel" w:hAnsi="Corbel"/>
          <w:smallCaps w:val="0"/>
          <w:szCs w:val="24"/>
        </w:rPr>
        <w:t xml:space="preserve">Sposób realizacji zajęć  </w:t>
      </w:r>
    </w:p>
    <w:p w14:paraId="44CCC33B" w14:textId="77777777" w:rsidR="00732296" w:rsidRPr="00B9118B" w:rsidRDefault="00732296" w:rsidP="00732296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B9118B">
        <w:rPr>
          <w:rFonts w:ascii="Corbel" w:eastAsia="MS Gothic" w:hAnsi="Corbel"/>
          <w:b w:val="0"/>
          <w:szCs w:val="24"/>
        </w:rPr>
        <w:sym w:font="Wingdings" w:char="F078"/>
      </w:r>
      <w:r w:rsidRPr="00B9118B">
        <w:rPr>
          <w:rFonts w:ascii="Corbel" w:eastAsia="MS Gothic" w:hAnsi="Corbel"/>
          <w:b w:val="0"/>
          <w:szCs w:val="24"/>
        </w:rPr>
        <w:t xml:space="preserve"> </w:t>
      </w:r>
      <w:r w:rsidRPr="00B9118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E6A8AD1" w14:textId="77777777" w:rsidR="0085747A" w:rsidRPr="00B911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9118B">
        <w:rPr>
          <w:rFonts w:ascii="MS Gothic" w:eastAsia="MS Gothic" w:hAnsi="MS Gothic" w:cs="MS Gothic" w:hint="eastAsia"/>
          <w:b w:val="0"/>
          <w:szCs w:val="24"/>
        </w:rPr>
        <w:t>☐</w:t>
      </w:r>
      <w:r w:rsidRPr="00B911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5C72B4" w14:textId="77777777" w:rsidR="0085747A" w:rsidRPr="00B911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A94A1D" w14:textId="77777777" w:rsidR="00E22FBC" w:rsidRPr="00B911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1.3 </w:t>
      </w:r>
      <w:r w:rsidR="00F83B28" w:rsidRPr="00B9118B">
        <w:rPr>
          <w:rFonts w:ascii="Corbel" w:hAnsi="Corbel"/>
          <w:smallCaps w:val="0"/>
          <w:szCs w:val="24"/>
        </w:rPr>
        <w:tab/>
      </w:r>
      <w:r w:rsidRPr="00B9118B">
        <w:rPr>
          <w:rFonts w:ascii="Corbel" w:hAnsi="Corbel"/>
          <w:smallCaps w:val="0"/>
          <w:szCs w:val="24"/>
        </w:rPr>
        <w:t>For</w:t>
      </w:r>
      <w:r w:rsidR="00445970" w:rsidRPr="00B9118B">
        <w:rPr>
          <w:rFonts w:ascii="Corbel" w:hAnsi="Corbel"/>
          <w:smallCaps w:val="0"/>
          <w:szCs w:val="24"/>
        </w:rPr>
        <w:t xml:space="preserve">ma zaliczenia przedmiotu </w:t>
      </w:r>
      <w:r w:rsidRPr="00B9118B">
        <w:rPr>
          <w:rFonts w:ascii="Corbel" w:hAnsi="Corbel"/>
          <w:smallCaps w:val="0"/>
          <w:szCs w:val="24"/>
        </w:rPr>
        <w:t xml:space="preserve"> (z toku) </w:t>
      </w:r>
    </w:p>
    <w:p w14:paraId="128D3BDD" w14:textId="77777777" w:rsidR="00732296" w:rsidRPr="00B9118B" w:rsidRDefault="007322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ab/>
      </w:r>
      <w:r w:rsidRPr="00B9118B">
        <w:rPr>
          <w:rFonts w:ascii="Corbel" w:hAnsi="Corbel"/>
          <w:b w:val="0"/>
          <w:smallCaps w:val="0"/>
          <w:szCs w:val="24"/>
        </w:rPr>
        <w:t>zaliczenie bez oceny</w:t>
      </w:r>
    </w:p>
    <w:p w14:paraId="4F3E548B" w14:textId="77777777" w:rsidR="000F16D7" w:rsidRPr="00B9118B" w:rsidRDefault="000F16D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3E285F" w14:textId="77777777" w:rsidR="00E960BB" w:rsidRPr="00B911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911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9118B" w14:paraId="70688CF0" w14:textId="77777777" w:rsidTr="00745302">
        <w:tc>
          <w:tcPr>
            <w:tcW w:w="9670" w:type="dxa"/>
          </w:tcPr>
          <w:p w14:paraId="5C9F901D" w14:textId="77777777" w:rsidR="0085747A" w:rsidRPr="00B9118B" w:rsidRDefault="00FF28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Logika, Pedagogika ogólna, Historia wychowania i myśli pedagogicznej</w:t>
            </w:r>
          </w:p>
        </w:tc>
      </w:tr>
    </w:tbl>
    <w:p w14:paraId="75F3BC4F" w14:textId="77777777" w:rsidR="00153C41" w:rsidRPr="00B911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8C1CE9" w14:textId="77777777" w:rsidR="0085747A" w:rsidRPr="00B911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9118B">
        <w:rPr>
          <w:rFonts w:ascii="Corbel" w:hAnsi="Corbel"/>
          <w:szCs w:val="24"/>
        </w:rPr>
        <w:t>3.</w:t>
      </w:r>
      <w:r w:rsidR="0085747A" w:rsidRPr="00B9118B">
        <w:rPr>
          <w:rFonts w:ascii="Corbel" w:hAnsi="Corbel"/>
          <w:szCs w:val="24"/>
        </w:rPr>
        <w:t xml:space="preserve"> </w:t>
      </w:r>
      <w:r w:rsidR="00A84C85" w:rsidRPr="00B9118B">
        <w:rPr>
          <w:rFonts w:ascii="Corbel" w:hAnsi="Corbel"/>
          <w:szCs w:val="24"/>
        </w:rPr>
        <w:t>cele, efekty uczenia się</w:t>
      </w:r>
      <w:r w:rsidR="0085747A" w:rsidRPr="00B9118B">
        <w:rPr>
          <w:rFonts w:ascii="Corbel" w:hAnsi="Corbel"/>
          <w:szCs w:val="24"/>
        </w:rPr>
        <w:t xml:space="preserve"> , treści Programowe i stosowane metody Dydaktyczne</w:t>
      </w:r>
    </w:p>
    <w:p w14:paraId="743DD402" w14:textId="77777777" w:rsidR="0085747A" w:rsidRPr="00B911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FB47DE" w14:textId="77777777" w:rsidR="0085747A" w:rsidRPr="00B911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 xml:space="preserve">3.1 </w:t>
      </w:r>
      <w:r w:rsidR="00C05F44" w:rsidRPr="00B9118B">
        <w:rPr>
          <w:rFonts w:ascii="Corbel" w:hAnsi="Corbel"/>
          <w:sz w:val="24"/>
          <w:szCs w:val="24"/>
        </w:rPr>
        <w:t>Cele przedmiotu</w:t>
      </w:r>
    </w:p>
    <w:p w14:paraId="7D00BBED" w14:textId="77777777" w:rsidR="00F83B28" w:rsidRPr="00B9118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9118B" w14:paraId="79D94FED" w14:textId="77777777" w:rsidTr="00923D7D">
        <w:tc>
          <w:tcPr>
            <w:tcW w:w="851" w:type="dxa"/>
            <w:vAlign w:val="center"/>
          </w:tcPr>
          <w:p w14:paraId="203680B7" w14:textId="77777777" w:rsidR="0085747A" w:rsidRPr="00B9118B" w:rsidRDefault="0085747A" w:rsidP="0073229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5F4C292" w14:textId="77777777" w:rsidR="0085747A" w:rsidRPr="00B9118B" w:rsidRDefault="000357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118B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polskimi i międzynarodowymi regulacjami prawnymi związanymi z problematyką edukacji włączającej, w tym z procedurami orzekania o potrzebie kształcenia specjalnego.</w:t>
            </w:r>
          </w:p>
        </w:tc>
      </w:tr>
    </w:tbl>
    <w:p w14:paraId="20DC1EBA" w14:textId="77777777" w:rsidR="0085747A" w:rsidRPr="00B911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938124" w14:textId="77777777" w:rsidR="001D7B54" w:rsidRPr="00B911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b/>
          <w:sz w:val="24"/>
          <w:szCs w:val="24"/>
        </w:rPr>
        <w:t xml:space="preserve">3.2 </w:t>
      </w:r>
      <w:r w:rsidR="001D7B54" w:rsidRPr="00B9118B">
        <w:rPr>
          <w:rFonts w:ascii="Corbel" w:hAnsi="Corbel"/>
          <w:b/>
          <w:sz w:val="24"/>
          <w:szCs w:val="24"/>
        </w:rPr>
        <w:t xml:space="preserve">Efekty </w:t>
      </w:r>
      <w:r w:rsidR="00C05F44" w:rsidRPr="00B911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9118B">
        <w:rPr>
          <w:rFonts w:ascii="Corbel" w:hAnsi="Corbel"/>
          <w:b/>
          <w:sz w:val="24"/>
          <w:szCs w:val="24"/>
        </w:rPr>
        <w:t>dla przedmiotu</w:t>
      </w:r>
      <w:r w:rsidR="00445970" w:rsidRPr="00B9118B">
        <w:rPr>
          <w:rFonts w:ascii="Corbel" w:hAnsi="Corbel"/>
          <w:sz w:val="24"/>
          <w:szCs w:val="24"/>
        </w:rPr>
        <w:t xml:space="preserve"> </w:t>
      </w:r>
    </w:p>
    <w:p w14:paraId="30CE0511" w14:textId="77777777" w:rsidR="001D7B54" w:rsidRPr="00B911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9118B" w14:paraId="7B140F02" w14:textId="77777777" w:rsidTr="0071620A">
        <w:tc>
          <w:tcPr>
            <w:tcW w:w="1701" w:type="dxa"/>
            <w:vAlign w:val="center"/>
          </w:tcPr>
          <w:p w14:paraId="6AA51F7C" w14:textId="77777777" w:rsidR="0085747A" w:rsidRPr="00B911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911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911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B5CEBB" w14:textId="77777777" w:rsidR="0085747A" w:rsidRPr="00B911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C8D158" w14:textId="77777777" w:rsidR="0085747A" w:rsidRPr="00B911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911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2296" w:rsidRPr="00B9118B" w14:paraId="18843CC6" w14:textId="77777777" w:rsidTr="0071620A">
        <w:tc>
          <w:tcPr>
            <w:tcW w:w="1701" w:type="dxa"/>
            <w:vAlign w:val="center"/>
          </w:tcPr>
          <w:p w14:paraId="4B90AB19" w14:textId="77777777" w:rsidR="00732296" w:rsidRPr="00B9118B" w:rsidRDefault="007322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800C32A" w14:textId="77777777" w:rsidR="00732296" w:rsidRPr="00B9118B" w:rsidRDefault="007322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04BD702" w14:textId="77777777" w:rsidR="00732296" w:rsidRPr="00B9118B" w:rsidRDefault="007322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9118B" w14:paraId="77F06A3A" w14:textId="77777777" w:rsidTr="00732296">
        <w:tc>
          <w:tcPr>
            <w:tcW w:w="1701" w:type="dxa"/>
            <w:vAlign w:val="center"/>
          </w:tcPr>
          <w:p w14:paraId="241C31A0" w14:textId="77777777"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911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8A89BB8" w14:textId="77777777" w:rsidR="0085747A" w:rsidRPr="00B9118B" w:rsidRDefault="000F16D7" w:rsidP="000F16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scharakteryzuje współczesne rozwiązania prawne edukacji uczniów ze specjalnymi potrzebami edukacyjnymi oraz uzasadni ich uwarunkowania, wynikające z koncepcji społecznych i humanistycznych </w:t>
            </w:r>
          </w:p>
        </w:tc>
        <w:tc>
          <w:tcPr>
            <w:tcW w:w="1873" w:type="dxa"/>
            <w:vAlign w:val="center"/>
          </w:tcPr>
          <w:p w14:paraId="276ABE75" w14:textId="77777777" w:rsidR="0085747A" w:rsidRPr="00B9118B" w:rsidRDefault="000F16D7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  <w:p w14:paraId="45195576" w14:textId="77777777" w:rsidR="000F16D7" w:rsidRPr="00B9118B" w:rsidRDefault="000F16D7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85747A" w:rsidRPr="00B9118B" w14:paraId="0EA1715E" w14:textId="77777777" w:rsidTr="00732296">
        <w:tc>
          <w:tcPr>
            <w:tcW w:w="1701" w:type="dxa"/>
            <w:vAlign w:val="center"/>
          </w:tcPr>
          <w:p w14:paraId="5D283585" w14:textId="77777777"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9A124B" w14:textId="77777777" w:rsidR="0085747A" w:rsidRPr="00B9118B" w:rsidRDefault="00152153" w:rsidP="001521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wyszuka stosowne dokumenty prawne w celu rozwiązania problemów edukacyjnych, analizy procesów i zjawisk w obszarze wsparcia dzieci i uczniów ze specjalnymi potrzebami edukacyjnymi, w tym osób z niepełnosprawnością, w celu poprawy jakości działań placówek systemu oświaty w relacji opartej na wzajemnym zaufaniu i odpowiedzialności</w:t>
            </w:r>
          </w:p>
        </w:tc>
        <w:tc>
          <w:tcPr>
            <w:tcW w:w="1873" w:type="dxa"/>
            <w:vAlign w:val="center"/>
          </w:tcPr>
          <w:p w14:paraId="33BCC56D" w14:textId="77777777" w:rsidR="0085747A" w:rsidRPr="00B9118B" w:rsidRDefault="00152153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  <w:p w14:paraId="6BEEBBF0" w14:textId="77777777" w:rsidR="00152153" w:rsidRPr="00B9118B" w:rsidRDefault="00152153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  <w:p w14:paraId="40ACE21F" w14:textId="77777777" w:rsidR="00152153" w:rsidRPr="00B9118B" w:rsidRDefault="00732296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152153" w:rsidRPr="00B911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6B8386" w14:textId="77777777" w:rsidR="00152153" w:rsidRPr="00B9118B" w:rsidRDefault="00152153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6286D3C6" w14:textId="77777777" w:rsidR="0085747A" w:rsidRPr="00B911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74EB6" w14:textId="77777777" w:rsidR="0085747A" w:rsidRPr="00B911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b/>
          <w:sz w:val="24"/>
          <w:szCs w:val="24"/>
        </w:rPr>
        <w:t>3.3</w:t>
      </w:r>
      <w:r w:rsidR="001D7B54" w:rsidRPr="00B9118B">
        <w:rPr>
          <w:rFonts w:ascii="Corbel" w:hAnsi="Corbel"/>
          <w:b/>
          <w:sz w:val="24"/>
          <w:szCs w:val="24"/>
        </w:rPr>
        <w:t xml:space="preserve"> </w:t>
      </w:r>
      <w:r w:rsidR="0085747A" w:rsidRPr="00B9118B">
        <w:rPr>
          <w:rFonts w:ascii="Corbel" w:hAnsi="Corbel"/>
          <w:b/>
          <w:sz w:val="24"/>
          <w:szCs w:val="24"/>
        </w:rPr>
        <w:t>T</w:t>
      </w:r>
      <w:r w:rsidR="001D7B54" w:rsidRPr="00B9118B">
        <w:rPr>
          <w:rFonts w:ascii="Corbel" w:hAnsi="Corbel"/>
          <w:b/>
          <w:sz w:val="24"/>
          <w:szCs w:val="24"/>
        </w:rPr>
        <w:t xml:space="preserve">reści programowe </w:t>
      </w:r>
      <w:r w:rsidR="009C7121" w:rsidRPr="00B9118B">
        <w:rPr>
          <w:rFonts w:ascii="Corbel" w:hAnsi="Corbel"/>
          <w:sz w:val="24"/>
          <w:szCs w:val="24"/>
        </w:rPr>
        <w:t xml:space="preserve"> </w:t>
      </w:r>
    </w:p>
    <w:p w14:paraId="211378A8" w14:textId="77777777" w:rsidR="00732296" w:rsidRPr="00B9118B" w:rsidRDefault="0073229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088506" w14:textId="77777777" w:rsidR="00675843" w:rsidRPr="00B9118B" w:rsidRDefault="0085747A" w:rsidP="007322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9118B" w14:paraId="5B6038B0" w14:textId="77777777" w:rsidTr="00923D7D">
        <w:tc>
          <w:tcPr>
            <w:tcW w:w="9639" w:type="dxa"/>
          </w:tcPr>
          <w:p w14:paraId="78E3EF4C" w14:textId="77777777" w:rsidR="0085747A" w:rsidRPr="00B911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Treści merytoryczne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357E1" w:rsidRPr="00B9118B" w14:paraId="5A5CD59F" w14:textId="77777777" w:rsidTr="00923D7D">
        <w:tc>
          <w:tcPr>
            <w:tcW w:w="9639" w:type="dxa"/>
          </w:tcPr>
          <w:p w14:paraId="156B8F15" w14:textId="77777777" w:rsidR="000357E1" w:rsidRPr="00B9118B" w:rsidRDefault="000357E1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Podstawy prawa oświatowego – definicje podstawowych pojęć</w:t>
            </w:r>
            <w:r w:rsidR="000F16D7" w:rsidRPr="00B9118B">
              <w:rPr>
                <w:rFonts w:ascii="Corbel" w:hAnsi="Corbel"/>
                <w:sz w:val="24"/>
                <w:szCs w:val="24"/>
              </w:rPr>
              <w:t xml:space="preserve"> (prawo, przepis prawa, akt prawny, konstytucja, ustawa, rozporządzenie, prawo oświatowe)</w:t>
            </w:r>
            <w:r w:rsidRPr="00B911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57E1" w:rsidRPr="00B9118B" w14:paraId="4F744530" w14:textId="77777777" w:rsidTr="00923D7D">
        <w:tc>
          <w:tcPr>
            <w:tcW w:w="9639" w:type="dxa"/>
          </w:tcPr>
          <w:p w14:paraId="367C090F" w14:textId="77777777" w:rsidR="000357E1" w:rsidRPr="00B9118B" w:rsidRDefault="000357E1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Ustawa Prawo Oświatowe, rozporządzenia i zarządzenia wykonawcze Ministerstwa Edukacji Narodowej</w:t>
            </w:r>
            <w:r w:rsidR="00152153" w:rsidRPr="00B911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57E1" w:rsidRPr="00B9118B" w14:paraId="1EE0A59B" w14:textId="77777777" w:rsidTr="00923D7D">
        <w:tc>
          <w:tcPr>
            <w:tcW w:w="9639" w:type="dxa"/>
          </w:tcPr>
          <w:p w14:paraId="3A8F19E1" w14:textId="77777777" w:rsidR="000357E1" w:rsidRPr="00B9118B" w:rsidRDefault="000357E1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Regulacje międzynarodowe w zakresie </w:t>
            </w:r>
            <w:r w:rsidR="000F16D7" w:rsidRPr="00B9118B">
              <w:rPr>
                <w:rFonts w:ascii="Corbel" w:hAnsi="Corbel"/>
                <w:sz w:val="24"/>
                <w:szCs w:val="24"/>
              </w:rPr>
              <w:t>edukacji włączającej – rys historyczny i współczesne rozwiązania.</w:t>
            </w:r>
          </w:p>
        </w:tc>
      </w:tr>
      <w:tr w:rsidR="0085747A" w:rsidRPr="00B9118B" w14:paraId="020B3A81" w14:textId="77777777" w:rsidTr="00923D7D">
        <w:tc>
          <w:tcPr>
            <w:tcW w:w="9639" w:type="dxa"/>
          </w:tcPr>
          <w:p w14:paraId="2B3DEF1F" w14:textId="77777777" w:rsidR="0085747A" w:rsidRPr="00B9118B" w:rsidRDefault="000F16D7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Z</w:t>
            </w:r>
            <w:r w:rsidR="000357E1" w:rsidRPr="00B9118B">
              <w:rPr>
                <w:rFonts w:ascii="Corbel" w:hAnsi="Corbel"/>
                <w:sz w:val="24"/>
                <w:szCs w:val="24"/>
              </w:rPr>
              <w:t>asady finansowania edukacji uczniów ze specjalnymi potrzebami edukacyjnymi</w:t>
            </w:r>
            <w:r w:rsidR="00152153" w:rsidRPr="00B911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9118B" w14:paraId="5F16E9BB" w14:textId="77777777" w:rsidTr="00923D7D">
        <w:tc>
          <w:tcPr>
            <w:tcW w:w="9639" w:type="dxa"/>
          </w:tcPr>
          <w:p w14:paraId="03D009DC" w14:textId="77777777" w:rsidR="0085747A" w:rsidRPr="00B9118B" w:rsidRDefault="000F16D7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Pomoc psychologiczno-pedagogiczna i jej legislacja</w:t>
            </w:r>
            <w:r w:rsidR="000357E1" w:rsidRPr="00B9118B">
              <w:rPr>
                <w:rFonts w:ascii="Corbel" w:hAnsi="Corbel"/>
                <w:sz w:val="24"/>
                <w:szCs w:val="24"/>
              </w:rPr>
              <w:t xml:space="preserve"> w edukacji włączającej</w:t>
            </w:r>
            <w:r w:rsidR="00152153" w:rsidRPr="00B9118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9118B" w14:paraId="7563E6F9" w14:textId="77777777" w:rsidTr="00923D7D">
        <w:tc>
          <w:tcPr>
            <w:tcW w:w="9639" w:type="dxa"/>
          </w:tcPr>
          <w:p w14:paraId="0D118D3C" w14:textId="77777777" w:rsidR="0085747A" w:rsidRPr="00B9118B" w:rsidRDefault="00152153" w:rsidP="000357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O</w:t>
            </w:r>
            <w:r w:rsidR="000357E1" w:rsidRPr="00B9118B">
              <w:rPr>
                <w:rFonts w:ascii="Corbel" w:hAnsi="Corbel"/>
                <w:sz w:val="24"/>
                <w:szCs w:val="24"/>
              </w:rPr>
              <w:t>rzecznictwo w Polsce i na świecie (w wybranych krajach), w tym zasady orzekania o potrzebie kształcenia specjalnego w Polsce</w:t>
            </w:r>
            <w:r w:rsidRPr="00B9118B">
              <w:rPr>
                <w:rFonts w:ascii="Corbel" w:hAnsi="Corbel"/>
                <w:sz w:val="24"/>
                <w:szCs w:val="24"/>
              </w:rPr>
              <w:t>.</w:t>
            </w:r>
            <w:r w:rsidR="000357E1" w:rsidRPr="00B911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4A0D6CB" w14:textId="77777777" w:rsidR="0085747A" w:rsidRPr="00B911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5CF8CB" w14:textId="77777777" w:rsidR="0085747A" w:rsidRPr="00B911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9118B">
        <w:rPr>
          <w:rFonts w:ascii="Corbel" w:hAnsi="Corbel"/>
          <w:sz w:val="24"/>
          <w:szCs w:val="24"/>
        </w:rPr>
        <w:t xml:space="preserve">, </w:t>
      </w:r>
      <w:r w:rsidRPr="00B9118B">
        <w:rPr>
          <w:rFonts w:ascii="Corbel" w:hAnsi="Corbel"/>
          <w:sz w:val="24"/>
          <w:szCs w:val="24"/>
        </w:rPr>
        <w:t xml:space="preserve">zajęć praktycznych </w:t>
      </w:r>
    </w:p>
    <w:p w14:paraId="7EC175C9" w14:textId="77777777" w:rsidR="00732296" w:rsidRPr="00B9118B" w:rsidRDefault="00732296" w:rsidP="0073229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ED08B8A" w14:textId="77777777" w:rsidR="0085747A" w:rsidRPr="00B9118B" w:rsidRDefault="00732296" w:rsidP="00732296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  <w:r w:rsidRPr="00B9118B">
        <w:rPr>
          <w:rFonts w:ascii="Corbel" w:hAnsi="Corbel"/>
          <w:sz w:val="24"/>
          <w:szCs w:val="24"/>
        </w:rPr>
        <w:t>nie dotyczy</w:t>
      </w:r>
    </w:p>
    <w:p w14:paraId="01862027" w14:textId="77777777" w:rsidR="0085747A" w:rsidRPr="00B911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>3.4 Metody dydaktyczne</w:t>
      </w:r>
      <w:r w:rsidRPr="00B9118B">
        <w:rPr>
          <w:rFonts w:ascii="Corbel" w:hAnsi="Corbel"/>
          <w:b w:val="0"/>
          <w:smallCaps w:val="0"/>
          <w:szCs w:val="24"/>
        </w:rPr>
        <w:t xml:space="preserve"> </w:t>
      </w:r>
    </w:p>
    <w:p w14:paraId="118C24AE" w14:textId="77777777" w:rsidR="0085747A" w:rsidRPr="00B9118B" w:rsidRDefault="00732296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b w:val="0"/>
          <w:smallCaps w:val="0"/>
          <w:szCs w:val="24"/>
        </w:rPr>
        <w:lastRenderedPageBreak/>
        <w:t>w</w:t>
      </w:r>
      <w:r w:rsidR="000357E1" w:rsidRPr="00B9118B">
        <w:rPr>
          <w:rFonts w:ascii="Corbel" w:hAnsi="Corbel"/>
          <w:b w:val="0"/>
          <w:smallCaps w:val="0"/>
          <w:szCs w:val="24"/>
        </w:rPr>
        <w:t>ykład problemowy, wykład z prezentacją multimedialną</w:t>
      </w:r>
      <w:r w:rsidR="00152153" w:rsidRPr="00B9118B">
        <w:rPr>
          <w:rFonts w:ascii="Corbel" w:hAnsi="Corbel"/>
          <w:b w:val="0"/>
          <w:smallCaps w:val="0"/>
          <w:szCs w:val="24"/>
        </w:rPr>
        <w:t>, analiza tekstów z dyskusją (analiza przypadków)</w:t>
      </w:r>
    </w:p>
    <w:p w14:paraId="4867D6A4" w14:textId="77777777" w:rsidR="0085747A" w:rsidRPr="00B911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23618" w14:textId="77777777" w:rsidR="00564085" w:rsidRPr="00B9118B" w:rsidRDefault="0056408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  <w:sectPr w:rsidR="00564085" w:rsidRPr="00B9118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4021714" w14:textId="77777777" w:rsidR="0085747A" w:rsidRPr="00B911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9118B">
        <w:rPr>
          <w:rFonts w:ascii="Corbel" w:hAnsi="Corbel"/>
          <w:smallCaps w:val="0"/>
          <w:szCs w:val="24"/>
        </w:rPr>
        <w:t>METODY I KRYTERIA OCENY</w:t>
      </w:r>
      <w:r w:rsidR="009F4610" w:rsidRPr="00B9118B">
        <w:rPr>
          <w:rFonts w:ascii="Corbel" w:hAnsi="Corbel"/>
          <w:smallCaps w:val="0"/>
          <w:szCs w:val="24"/>
        </w:rPr>
        <w:t xml:space="preserve"> </w:t>
      </w:r>
    </w:p>
    <w:p w14:paraId="4F3C245E" w14:textId="77777777" w:rsidR="00923D7D" w:rsidRPr="00B911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4C1CA3" w14:textId="77777777" w:rsidR="0085747A" w:rsidRPr="00B9118B" w:rsidRDefault="0085747A" w:rsidP="007322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9118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9118B" w14:paraId="4E9B2219" w14:textId="77777777" w:rsidTr="00C05F44">
        <w:tc>
          <w:tcPr>
            <w:tcW w:w="1985" w:type="dxa"/>
            <w:vAlign w:val="center"/>
          </w:tcPr>
          <w:p w14:paraId="6FF38808" w14:textId="77777777" w:rsidR="0085747A" w:rsidRPr="00B911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B68D8B" w14:textId="77777777" w:rsidR="0085747A" w:rsidRPr="00B911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610A67" w14:textId="77777777" w:rsidR="0085747A" w:rsidRPr="00B911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D8E377" w14:textId="77777777"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B9118B" w14:paraId="55430AD6" w14:textId="77777777" w:rsidTr="00732296">
        <w:tc>
          <w:tcPr>
            <w:tcW w:w="1985" w:type="dxa"/>
            <w:vAlign w:val="center"/>
          </w:tcPr>
          <w:p w14:paraId="3077F911" w14:textId="77777777"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911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9118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059ACECE" w14:textId="77777777" w:rsidR="0085747A" w:rsidRPr="00B9118B" w:rsidRDefault="000357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1EFC6F35" w14:textId="77777777" w:rsidR="0085747A" w:rsidRPr="00B9118B" w:rsidRDefault="000357E1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B9118B" w14:paraId="24C35276" w14:textId="77777777" w:rsidTr="00732296">
        <w:tc>
          <w:tcPr>
            <w:tcW w:w="1985" w:type="dxa"/>
            <w:vAlign w:val="center"/>
          </w:tcPr>
          <w:p w14:paraId="080391A2" w14:textId="77777777" w:rsidR="0085747A" w:rsidRPr="00B9118B" w:rsidRDefault="0085747A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BF697D2" w14:textId="77777777" w:rsidR="0085747A" w:rsidRPr="00B9118B" w:rsidRDefault="0015215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obserwacja w trakcie  wykładów problemowych, analizy przypadków</w:t>
            </w:r>
          </w:p>
        </w:tc>
        <w:tc>
          <w:tcPr>
            <w:tcW w:w="2126" w:type="dxa"/>
            <w:vAlign w:val="center"/>
          </w:tcPr>
          <w:p w14:paraId="0E2B0DF6" w14:textId="77777777" w:rsidR="0085747A" w:rsidRPr="00B9118B" w:rsidRDefault="00152153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9118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743F4644" w14:textId="77777777" w:rsidR="00923D7D" w:rsidRPr="00B911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790E5" w14:textId="77777777" w:rsidR="00923D7D" w:rsidRPr="00B9118B" w:rsidRDefault="003E1941" w:rsidP="007322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4.2 </w:t>
      </w:r>
      <w:r w:rsidR="0085747A" w:rsidRPr="00B911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9118B">
        <w:rPr>
          <w:rFonts w:ascii="Corbel" w:hAnsi="Corbel"/>
          <w:smallCaps w:val="0"/>
          <w:szCs w:val="24"/>
        </w:rPr>
        <w:t xml:space="preserve"> </w:t>
      </w:r>
    </w:p>
    <w:p w14:paraId="17FE7424" w14:textId="77777777" w:rsidR="00564085" w:rsidRPr="00B9118B" w:rsidRDefault="00564085" w:rsidP="007322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9118B" w14:paraId="5F220036" w14:textId="77777777" w:rsidTr="00923D7D">
        <w:tc>
          <w:tcPr>
            <w:tcW w:w="9670" w:type="dxa"/>
          </w:tcPr>
          <w:p w14:paraId="2E96C658" w14:textId="77777777" w:rsidR="0085747A" w:rsidRDefault="000357E1" w:rsidP="008746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Pozytywne zaliczenie kolokwium</w:t>
            </w:r>
            <w:r w:rsidR="0087725B"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 oceniane w skali: </w:t>
            </w:r>
            <w:proofErr w:type="spellStart"/>
            <w:r w:rsidR="00874625" w:rsidRPr="00B9118B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874625"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, nie </w:t>
            </w:r>
            <w:proofErr w:type="spellStart"/>
            <w:r w:rsidR="00874625" w:rsidRPr="00B9118B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874625" w:rsidRPr="00B911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7BA3F7B" w14:textId="6943F75B" w:rsidR="008727C2" w:rsidRPr="00B9118B" w:rsidRDefault="008727C2" w:rsidP="008746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>Kryteria oceniania: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366F101A" w14:textId="77777777" w:rsidR="0085747A" w:rsidRPr="00B911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C99248" w14:textId="77777777" w:rsidR="0085747A" w:rsidRPr="00B9118B" w:rsidRDefault="0085747A" w:rsidP="007322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9118B">
        <w:rPr>
          <w:rFonts w:ascii="Corbel" w:hAnsi="Corbel"/>
          <w:b/>
          <w:sz w:val="24"/>
          <w:szCs w:val="24"/>
        </w:rPr>
        <w:t xml:space="preserve">5. </w:t>
      </w:r>
      <w:r w:rsidR="00C61DC5" w:rsidRPr="00B911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FDB005" w14:textId="77777777" w:rsidR="00564085" w:rsidRPr="00B9118B" w:rsidRDefault="00564085" w:rsidP="007322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9118B" w14:paraId="394A4F0E" w14:textId="77777777" w:rsidTr="003E1941">
        <w:tc>
          <w:tcPr>
            <w:tcW w:w="4962" w:type="dxa"/>
            <w:vAlign w:val="center"/>
          </w:tcPr>
          <w:p w14:paraId="57567DD1" w14:textId="77777777" w:rsidR="0085747A" w:rsidRPr="00B911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11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911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911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259823" w14:textId="77777777" w:rsidR="0085747A" w:rsidRPr="00B911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11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911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911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911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9118B" w14:paraId="4EA37A65" w14:textId="77777777" w:rsidTr="00923D7D">
        <w:tc>
          <w:tcPr>
            <w:tcW w:w="4962" w:type="dxa"/>
          </w:tcPr>
          <w:p w14:paraId="72C7ABD7" w14:textId="51B9F73E" w:rsidR="0085747A" w:rsidRPr="00B9118B" w:rsidRDefault="00C61DC5" w:rsidP="00C73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G</w:t>
            </w:r>
            <w:r w:rsidR="0085747A" w:rsidRPr="00B911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9118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9118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911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1185C8D" w14:textId="32E5508E" w:rsidR="0085747A" w:rsidRPr="00B9118B" w:rsidRDefault="009C50E8" w:rsidP="009C50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9118B" w14:paraId="7B41FD1D" w14:textId="77777777" w:rsidTr="00923D7D">
        <w:tc>
          <w:tcPr>
            <w:tcW w:w="4962" w:type="dxa"/>
          </w:tcPr>
          <w:p w14:paraId="709B4131" w14:textId="77777777" w:rsidR="00C61DC5" w:rsidRPr="00B9118B" w:rsidRDefault="00C61DC5" w:rsidP="007322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9118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14:paraId="0F20E01A" w14:textId="320D334D" w:rsidR="00C61DC5" w:rsidRPr="00B9118B" w:rsidRDefault="00BB7DE8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B9118B" w14:paraId="4F936BD0" w14:textId="77777777" w:rsidTr="00923D7D">
        <w:tc>
          <w:tcPr>
            <w:tcW w:w="4962" w:type="dxa"/>
          </w:tcPr>
          <w:p w14:paraId="2D98402A" w14:textId="77777777" w:rsidR="0071620A" w:rsidRPr="00B91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911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911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>:</w:t>
            </w:r>
          </w:p>
          <w:p w14:paraId="55EDA5C2" w14:textId="77777777" w:rsidR="008727C2" w:rsidRDefault="00732296" w:rsidP="007322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2057DB4" w14:textId="77777777" w:rsidR="008727C2" w:rsidRDefault="008727C2" w:rsidP="007322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 xml:space="preserve">kolokwium, </w:t>
            </w:r>
          </w:p>
          <w:p w14:paraId="44E26433" w14:textId="6F30E671" w:rsidR="00C61DC5" w:rsidRPr="00B9118B" w:rsidRDefault="00732296" w:rsidP="007322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7E6142E" w14:textId="77777777" w:rsidR="00C61DC5" w:rsidRDefault="00C61DC5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DC8D76E" w14:textId="77777777" w:rsidR="008727C2" w:rsidRDefault="008727C2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D037203" w14:textId="7A5D1DB0" w:rsidR="008727C2" w:rsidRDefault="008727C2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B704003" w14:textId="219BA243" w:rsidR="008727C2" w:rsidRDefault="008727C2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C2AC34E" w14:textId="13C2F0EE" w:rsidR="008727C2" w:rsidRPr="00B9118B" w:rsidRDefault="009C50E8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B9118B" w14:paraId="1064C646" w14:textId="77777777" w:rsidTr="00923D7D">
        <w:tc>
          <w:tcPr>
            <w:tcW w:w="4962" w:type="dxa"/>
          </w:tcPr>
          <w:p w14:paraId="659BFAA7" w14:textId="77777777" w:rsidR="0085747A" w:rsidRPr="00B911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EBCEAE" w14:textId="77777777" w:rsidR="0085747A" w:rsidRPr="00B9118B" w:rsidRDefault="000357E1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9118B" w14:paraId="4E0FAB93" w14:textId="77777777" w:rsidTr="00923D7D">
        <w:tc>
          <w:tcPr>
            <w:tcW w:w="4962" w:type="dxa"/>
          </w:tcPr>
          <w:p w14:paraId="051735D6" w14:textId="77777777" w:rsidR="0085747A" w:rsidRPr="00B911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911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791461" w14:textId="77777777" w:rsidR="0085747A" w:rsidRPr="00B9118B" w:rsidRDefault="000357E1" w:rsidP="007322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118B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A35F42D" w14:textId="77777777" w:rsidR="0085747A" w:rsidRPr="00B911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911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911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E55105" w14:textId="77777777" w:rsidR="003E1941" w:rsidRPr="00B911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61EB29" w14:textId="77777777" w:rsidR="0085747A" w:rsidRPr="00B9118B" w:rsidRDefault="0071620A" w:rsidP="007322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6. </w:t>
      </w:r>
      <w:r w:rsidR="0085747A" w:rsidRPr="00B9118B">
        <w:rPr>
          <w:rFonts w:ascii="Corbel" w:hAnsi="Corbel"/>
          <w:smallCaps w:val="0"/>
          <w:szCs w:val="24"/>
        </w:rPr>
        <w:t>PRAKTYKI ZAWO</w:t>
      </w:r>
      <w:r w:rsidR="009D3F3B" w:rsidRPr="00B9118B">
        <w:rPr>
          <w:rFonts w:ascii="Corbel" w:hAnsi="Corbel"/>
          <w:smallCaps w:val="0"/>
          <w:szCs w:val="24"/>
        </w:rPr>
        <w:t>DOWE W RAMACH PRZEDMIOTU</w:t>
      </w:r>
    </w:p>
    <w:p w14:paraId="01873C2B" w14:textId="77777777" w:rsidR="00564085" w:rsidRPr="00B9118B" w:rsidRDefault="00564085" w:rsidP="007322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9118B" w14:paraId="6EE6D442" w14:textId="77777777" w:rsidTr="00D57FC1">
        <w:trPr>
          <w:trHeight w:val="397"/>
        </w:trPr>
        <w:tc>
          <w:tcPr>
            <w:tcW w:w="4111" w:type="dxa"/>
          </w:tcPr>
          <w:p w14:paraId="3C1C00E9" w14:textId="77777777" w:rsidR="0085747A" w:rsidRPr="00B911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95BB977" w14:textId="77777777" w:rsidR="0085747A" w:rsidRPr="00B9118B" w:rsidRDefault="00732296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9118B" w14:paraId="7DD08509" w14:textId="77777777" w:rsidTr="00D57FC1">
        <w:trPr>
          <w:trHeight w:val="397"/>
        </w:trPr>
        <w:tc>
          <w:tcPr>
            <w:tcW w:w="4111" w:type="dxa"/>
          </w:tcPr>
          <w:p w14:paraId="2869D380" w14:textId="77777777" w:rsidR="0085747A" w:rsidRPr="00B911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EE3A226" w14:textId="77777777" w:rsidR="0085747A" w:rsidRPr="00B9118B" w:rsidRDefault="00732296" w:rsidP="007322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9118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38CA693" w14:textId="77777777" w:rsidR="003E1941" w:rsidRPr="00B911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DF3C6F" w14:textId="77777777" w:rsidR="00675843" w:rsidRPr="00B911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9118B">
        <w:rPr>
          <w:rFonts w:ascii="Corbel" w:hAnsi="Corbel"/>
          <w:smallCaps w:val="0"/>
          <w:szCs w:val="24"/>
        </w:rPr>
        <w:t xml:space="preserve">7. </w:t>
      </w:r>
      <w:r w:rsidR="0085747A" w:rsidRPr="00B9118B">
        <w:rPr>
          <w:rFonts w:ascii="Corbel" w:hAnsi="Corbel"/>
          <w:smallCaps w:val="0"/>
          <w:szCs w:val="24"/>
        </w:rPr>
        <w:t>LITERATURA</w:t>
      </w:r>
      <w:r w:rsidRPr="00B9118B">
        <w:rPr>
          <w:rFonts w:ascii="Corbel" w:hAnsi="Corbel"/>
          <w:smallCaps w:val="0"/>
          <w:szCs w:val="24"/>
        </w:rPr>
        <w:t xml:space="preserve"> </w:t>
      </w:r>
    </w:p>
    <w:p w14:paraId="601E186F" w14:textId="77777777" w:rsidR="00564085" w:rsidRPr="00B9118B" w:rsidRDefault="0056408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9118B" w14:paraId="4AE07BD9" w14:textId="77777777" w:rsidTr="00732296">
        <w:trPr>
          <w:trHeight w:val="397"/>
        </w:trPr>
        <w:tc>
          <w:tcPr>
            <w:tcW w:w="9639" w:type="dxa"/>
          </w:tcPr>
          <w:p w14:paraId="7D9C374F" w14:textId="77777777" w:rsidR="0085747A" w:rsidRPr="00B9118B" w:rsidRDefault="0085747A" w:rsidP="00D97D7C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B9118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D02BB7F" w14:textId="77777777" w:rsidR="00D97D7C" w:rsidRPr="00B9118B" w:rsidRDefault="00152153" w:rsidP="00732296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Osuch M.,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Podstawy prawa oświatowego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w:  w: red. Śliwerski B., Pedagogika. Pedagogika wobec edukacji, polityki oświatowej i badań naukowych, tom 2, Gdańsk 2006, s</w:t>
            </w:r>
            <w:r w:rsidR="00D97D7C" w:rsidRPr="00B9118B">
              <w:rPr>
                <w:rFonts w:ascii="Corbel" w:hAnsi="Corbel"/>
                <w:sz w:val="24"/>
                <w:szCs w:val="24"/>
              </w:rPr>
              <w:t>. 461 - 476</w:t>
            </w:r>
            <w:r w:rsidRPr="00B9118B">
              <w:rPr>
                <w:rFonts w:ascii="Corbel" w:hAnsi="Corbel"/>
                <w:sz w:val="24"/>
                <w:szCs w:val="24"/>
              </w:rPr>
              <w:t>;</w:t>
            </w:r>
          </w:p>
          <w:p w14:paraId="1CDFE343" w14:textId="77777777" w:rsidR="00B46112" w:rsidRPr="00B9118B" w:rsidRDefault="00B46112" w:rsidP="0073229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Ustawa z dnia 14 grudnia 2016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Prawo Oświatowe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, ( Dz.U. 2016, poz. 59); </w:t>
            </w:r>
          </w:p>
          <w:p w14:paraId="541E3903" w14:textId="77777777" w:rsidR="00B46112" w:rsidRPr="00B9118B" w:rsidRDefault="00B46112" w:rsidP="00732296">
            <w:pPr>
              <w:pStyle w:val="Bezodstpw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Konwencja o prawach osób niepełnosprawnych </w:t>
            </w:r>
            <w:r w:rsidRPr="00B9118B">
              <w:rPr>
                <w:rFonts w:ascii="Corbel" w:hAnsi="Corbel"/>
                <w:sz w:val="24"/>
                <w:szCs w:val="24"/>
              </w:rPr>
              <w:t>sporządzona w Nowym Jorku dnia 13 grudnia 2006 r., z dnia 25 października 2012 r. (Dz.U. 2012, poz. 1169);</w:t>
            </w:r>
          </w:p>
          <w:p w14:paraId="267E005B" w14:textId="77777777" w:rsidR="00B46112" w:rsidRPr="00B9118B" w:rsidRDefault="00B46112" w:rsidP="00732296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i/>
                <w:sz w:val="24"/>
                <w:szCs w:val="24"/>
              </w:rPr>
              <w:t>Deklaracja z Salamanki oraz  wytyczne dla działań w zakresie specjalnych potrzeb edukacyjnych przyjęte przez Światową Konferencję Dotyczącą Specjalnych Potrzeb Edukacyjnych: Dostęp i Jakość</w:t>
            </w:r>
            <w:r w:rsidRPr="00B9118B">
              <w:rPr>
                <w:rFonts w:ascii="Corbel" w:hAnsi="Corbel"/>
                <w:sz w:val="24"/>
                <w:szCs w:val="24"/>
              </w:rPr>
              <w:t>, Salamanka, Hiszpania 7-10 czerwca 1994 r. UNESCO 1994;</w:t>
            </w:r>
          </w:p>
        </w:tc>
      </w:tr>
      <w:tr w:rsidR="0085747A" w:rsidRPr="00B9118B" w14:paraId="52329193" w14:textId="77777777" w:rsidTr="00732296">
        <w:trPr>
          <w:trHeight w:val="397"/>
        </w:trPr>
        <w:tc>
          <w:tcPr>
            <w:tcW w:w="9639" w:type="dxa"/>
          </w:tcPr>
          <w:p w14:paraId="20FC170A" w14:textId="77777777" w:rsidR="0085747A" w:rsidRPr="00B9118B" w:rsidRDefault="0085747A" w:rsidP="00D97D7C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B9118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20CA0FF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Biuro Pełnomocnika Rządu ds. Osób Niepełnosprawnych „Strategia na rzecz Osób Niepełnosprawnych 2018 – 2030”</w:t>
            </w:r>
          </w:p>
          <w:p w14:paraId="3988F941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t>Czy reforma orzekania będzie oznaczać weryfikację orzeczeń? Prezes ZUS wyjaśnia</w:t>
            </w:r>
            <w:r w:rsidRPr="00B9118B">
              <w:rPr>
                <w:rFonts w:ascii="Corbel" w:hAnsi="Corbel"/>
                <w:sz w:val="24"/>
                <w:szCs w:val="24"/>
              </w:rPr>
              <w:t>, http://www.niepelnosprawni.pl/ledge/x/658020  (29.12.2018r.);</w:t>
            </w:r>
          </w:p>
          <w:p w14:paraId="56CF094E" w14:textId="77777777" w:rsidR="00732296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i/>
                <w:sz w:val="24"/>
                <w:szCs w:val="24"/>
              </w:rPr>
              <w:t>Orzekanie o niepełnosprawności: nowy system czy stare wady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, Rzeczpospolita, </w:t>
            </w:r>
            <w:r w:rsidR="00732296" w:rsidRPr="00B9118B">
              <w:rPr>
                <w:rFonts w:ascii="Corbel" w:hAnsi="Corbel"/>
                <w:sz w:val="24"/>
                <w:szCs w:val="24"/>
              </w:rPr>
              <w:t xml:space="preserve">08.07.2018, </w:t>
            </w:r>
          </w:p>
          <w:p w14:paraId="5FA4EC3F" w14:textId="77777777" w:rsidR="00D97D7C" w:rsidRPr="00B9118B" w:rsidRDefault="00D97D7C" w:rsidP="00732296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>https://www.rp.pl/Rzecz-o-prawie/307079993-Orzekanie-o-niepelnosprawnosci-nowy-system-czy-stare-wady.html (29.12.2018r.);</w:t>
            </w:r>
          </w:p>
          <w:p w14:paraId="550810D7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Ministra Edukacji Narodowej z dnia 1 lutego 2013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w sprawie w sprawie szczegółowych zasad działania publicznych poradni psychologiczno-pedagogicznych, w tym publicznych poradni specjalistycznych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(Dz.U.2013, poz.199 ze zm.);</w:t>
            </w:r>
          </w:p>
          <w:p w14:paraId="317AEDC9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Ministra Edukacji Narodowej z dnia 25 sierpnia 2017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zmieniające rozporządzenie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w sprawie w sprawie szczegółowych zasad działania publicznych poradni psychologiczno-pedagogicznych, w tym publicznych poradni specjalistycznych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(Dz.U.2017, poz.1647);</w:t>
            </w:r>
          </w:p>
          <w:p w14:paraId="5400FE27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Rozporządzenie Ministra Edukacji Narodowej z dnia 3 sierpnia 2017 r. </w:t>
            </w:r>
            <w:r w:rsidRPr="00B9118B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w sprawie oceniania, klasyfikowania i promowania uczniów i słuchaczy w szkołach publicznych</w:t>
            </w:r>
            <w:r w:rsidRPr="00B9118B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(Dz.U. 2017, poz. 1534);</w:t>
            </w:r>
          </w:p>
          <w:p w14:paraId="4522F89B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Ministra Edukacji Narodowej z dnia 3 sierpnia 2018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w sprawie wykazu zajęć prowadzonych bezpośrednio z uczniami lub wychowankami albo na ich rzecz przez nauczycieli poradni psychologiczno-pedagogicznych oraz nauczycieli: pedagogów, psychologów, logopedów, terapeutów pedagogicznych i doradców zawodowych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(Dz.U.2018, poz.1601);  </w:t>
            </w:r>
          </w:p>
          <w:p w14:paraId="69A8355D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Ministra Edukacji Narodowej z dnia 4 października 1993 r.,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w sprawie zasad organizowania opieki nad uczniami niepełnosprawnymi, ich kształcenia w ogólnodostępnych i integracyjnych publicznych przedszkolach, szkołach placówkach oraz organizacji kształcenia specjalnego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 1993 nr 9, poz. 36);</w:t>
            </w:r>
          </w:p>
          <w:p w14:paraId="75140F91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9118B">
              <w:rPr>
                <w:rFonts w:ascii="Corbel" w:hAnsi="Corbel"/>
                <w:bCs/>
                <w:sz w:val="24"/>
                <w:szCs w:val="24"/>
              </w:rPr>
              <w:t xml:space="preserve">Rozporządzenie Ministra Edukacji Narodowej z dnia 7 września 2017 r.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t>w sprawie orzeczeń i opinii wydawanych przez zespoły orzekające działające w publicznych poradniach psychologiczno-pedagogicznych</w:t>
            </w:r>
            <w:r w:rsidRPr="00B9118B">
              <w:rPr>
                <w:rFonts w:ascii="Corbel" w:hAnsi="Corbel"/>
                <w:bCs/>
                <w:sz w:val="24"/>
                <w:szCs w:val="24"/>
              </w:rPr>
              <w:t xml:space="preserve"> (Dz.U. 2017, poz. 1743);</w:t>
            </w:r>
          </w:p>
          <w:p w14:paraId="1DA62544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bCs/>
                <w:sz w:val="24"/>
                <w:szCs w:val="24"/>
              </w:rPr>
              <w:t>Rozporządzenie Ministra Edukacji Narodowej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z dnia 9 sierpnia 2017 r.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t>w sprawie warunków organizowania kształcenia, wychowania i opieki dla dzieci i młodzieży niepełnosprawnych, niedostosowanych społecznie i zagrożonych niedostosowaniem społecznym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 2017, poz. 1578);</w:t>
            </w:r>
          </w:p>
          <w:p w14:paraId="09F05149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Rozporządzenie </w:t>
            </w:r>
            <w:r w:rsidRPr="00B9118B">
              <w:rPr>
                <w:rFonts w:ascii="Corbel" w:hAnsi="Corbel"/>
                <w:bCs/>
                <w:sz w:val="24"/>
                <w:szCs w:val="24"/>
              </w:rPr>
              <w:t xml:space="preserve">Ministra Edukacji Narodowej z dnia 9 sierpnia 2017 r.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t xml:space="preserve">w sprawie organizacji i udzielania pomocy psychologiczno-pedagogicznej w przedszkolach, szkołach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</w:rPr>
              <w:lastRenderedPageBreak/>
              <w:t>placówkach</w:t>
            </w:r>
            <w:r w:rsidRPr="00B9118B">
              <w:rPr>
                <w:rFonts w:ascii="Corbel" w:hAnsi="Corbel"/>
                <w:bCs/>
                <w:sz w:val="24"/>
                <w:szCs w:val="24"/>
              </w:rPr>
              <w:t xml:space="preserve"> (Dz.U. 2017, poz. 1591);</w:t>
            </w:r>
          </w:p>
          <w:p w14:paraId="636B1E1B" w14:textId="77777777" w:rsidR="00D97D7C" w:rsidRPr="00B9118B" w:rsidRDefault="00D97D7C" w:rsidP="00732296">
            <w:pPr>
              <w:pStyle w:val="dt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rFonts w:ascii="Corbel" w:hAnsi="Corbel"/>
              </w:rPr>
            </w:pPr>
            <w:r w:rsidRPr="00B9118B">
              <w:rPr>
                <w:rFonts w:ascii="Corbel" w:hAnsi="Corbel"/>
              </w:rPr>
              <w:t xml:space="preserve">Ustawa z dnia </w:t>
            </w:r>
            <w:r w:rsidRPr="00B9118B">
              <w:rPr>
                <w:rFonts w:ascii="Corbel" w:hAnsi="Corbel"/>
                <w:bCs/>
              </w:rPr>
              <w:t xml:space="preserve">26 stycznia 1982 r. </w:t>
            </w:r>
            <w:r w:rsidRPr="00B9118B">
              <w:rPr>
                <w:rFonts w:ascii="Corbel" w:hAnsi="Corbel"/>
                <w:bCs/>
                <w:i/>
              </w:rPr>
              <w:t>Karta Nauczyciela</w:t>
            </w:r>
            <w:r w:rsidRPr="00B9118B">
              <w:rPr>
                <w:rFonts w:ascii="Corbel" w:hAnsi="Corbel"/>
                <w:b/>
                <w:bCs/>
              </w:rPr>
              <w:t xml:space="preserve"> </w:t>
            </w:r>
            <w:r w:rsidRPr="00B9118B">
              <w:rPr>
                <w:rFonts w:ascii="Corbel" w:hAnsi="Corbel"/>
              </w:rPr>
              <w:t>(Dz.U.2018, poz. 967 i 2245);</w:t>
            </w:r>
          </w:p>
          <w:p w14:paraId="1F6EE1AE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9118B">
              <w:rPr>
                <w:rFonts w:ascii="Corbel" w:hAnsi="Corbel"/>
                <w:sz w:val="24"/>
                <w:szCs w:val="24"/>
              </w:rPr>
              <w:t xml:space="preserve">Ustawa z dnia 27 sierpnia 1997 r.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o rehabilitacji zawodowej i społecznej oraz zatrudnianiu osób niepełnosprawnych</w:t>
            </w:r>
            <w:r w:rsidRPr="00B9118B">
              <w:rPr>
                <w:rFonts w:ascii="Corbel" w:hAnsi="Corbel"/>
                <w:sz w:val="24"/>
                <w:szCs w:val="24"/>
              </w:rPr>
              <w:t xml:space="preserve"> (Dz.U. 2016, poz. 2046, ze zm.);</w:t>
            </w:r>
          </w:p>
          <w:p w14:paraId="7BD48AF4" w14:textId="77777777" w:rsidR="00B46112" w:rsidRPr="00B9118B" w:rsidRDefault="00B46112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9118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Rozporządzenie Ministra Edukacji Narodowej </w:t>
            </w:r>
            <w:r w:rsidRPr="00B9118B">
              <w:rPr>
                <w:rFonts w:ascii="Corbel" w:hAnsi="Corbel"/>
                <w:sz w:val="24"/>
                <w:szCs w:val="24"/>
                <w:lang w:eastAsia="pl-PL"/>
              </w:rPr>
              <w:t>z dnia 24 sierpnia 2017 r</w:t>
            </w:r>
            <w:r w:rsidRPr="00B9118B">
              <w:rPr>
                <w:rFonts w:ascii="Corbel" w:hAnsi="Corbel"/>
                <w:i/>
                <w:sz w:val="24"/>
                <w:szCs w:val="24"/>
                <w:lang w:eastAsia="pl-PL"/>
              </w:rPr>
              <w:t xml:space="preserve">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  <w:lang w:eastAsia="pl-PL"/>
              </w:rPr>
              <w:t>w sprawie organizowania wczesnego wspomagania rozwoju dzieci</w:t>
            </w:r>
            <w:r w:rsidRPr="00B9118B">
              <w:rPr>
                <w:rFonts w:ascii="Corbel" w:hAnsi="Corbel"/>
                <w:sz w:val="24"/>
                <w:szCs w:val="24"/>
                <w:lang w:eastAsia="pl-PL"/>
              </w:rPr>
              <w:t>, (</w:t>
            </w:r>
            <w:hyperlink r:id="rId8" w:history="1">
              <w:r w:rsidRPr="00B9118B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eastAsia="pl-PL"/>
                </w:rPr>
                <w:t>Dz.U.2017</w:t>
              </w:r>
            </w:hyperlink>
            <w:r w:rsidRPr="00B9118B">
              <w:rPr>
                <w:rFonts w:ascii="Corbel" w:hAnsi="Corbel"/>
                <w:sz w:val="24"/>
                <w:szCs w:val="24"/>
                <w:lang w:eastAsia="pl-PL"/>
              </w:rPr>
              <w:t>, poz. 1635);</w:t>
            </w:r>
          </w:p>
          <w:p w14:paraId="23E39C11" w14:textId="77777777" w:rsidR="00B46112" w:rsidRPr="00B9118B" w:rsidRDefault="00B46112" w:rsidP="0073229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9118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Rozporządzenie Ministra Edukacji Narodowej </w:t>
            </w:r>
            <w:r w:rsidRPr="00B9118B">
              <w:rPr>
                <w:rFonts w:ascii="Corbel" w:hAnsi="Corbel"/>
                <w:sz w:val="24"/>
                <w:szCs w:val="24"/>
                <w:lang w:eastAsia="pl-PL"/>
              </w:rPr>
              <w:t xml:space="preserve">z dnia 9 sierpnia 2017 r. </w:t>
            </w:r>
            <w:r w:rsidRPr="00B9118B">
              <w:rPr>
                <w:rFonts w:ascii="Corbel" w:hAnsi="Corbel"/>
                <w:bCs/>
                <w:i/>
                <w:sz w:val="24"/>
                <w:szCs w:val="24"/>
                <w:lang w:eastAsia="pl-PL"/>
              </w:rPr>
              <w:t>w sprawie indywidualnego obowiązkowego rocznego przygotowania przedszkolnego dzieci i indywidualnego nauczania dzieci i młodzieży</w:t>
            </w:r>
            <w:r w:rsidRPr="00B9118B">
              <w:rPr>
                <w:rFonts w:ascii="Corbel" w:hAnsi="Corbel"/>
                <w:bCs/>
                <w:sz w:val="24"/>
                <w:szCs w:val="24"/>
                <w:lang w:eastAsia="pl-PL"/>
              </w:rPr>
              <w:t>, (Dz.U. 2017, poz. 1616);</w:t>
            </w:r>
          </w:p>
          <w:p w14:paraId="6DE70187" w14:textId="77777777" w:rsidR="00D97D7C" w:rsidRPr="00B9118B" w:rsidRDefault="00D97D7C" w:rsidP="00732296">
            <w:pPr>
              <w:pStyle w:val="Akapitzlist"/>
              <w:numPr>
                <w:ilvl w:val="0"/>
                <w:numId w:val="4"/>
              </w:numPr>
              <w:tabs>
                <w:tab w:val="left" w:pos="567"/>
              </w:tabs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9118B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B9118B">
              <w:rPr>
                <w:rFonts w:ascii="Corbel" w:hAnsi="Corbel"/>
                <w:sz w:val="24"/>
                <w:szCs w:val="24"/>
              </w:rPr>
              <w:t>-Sobczak M., Bieńkowska K.I., Grot-</w:t>
            </w:r>
            <w:proofErr w:type="spellStart"/>
            <w:r w:rsidRPr="00B9118B">
              <w:rPr>
                <w:rFonts w:ascii="Corbel" w:hAnsi="Corbel"/>
                <w:sz w:val="24"/>
                <w:szCs w:val="24"/>
              </w:rPr>
              <w:t>Mrozicka</w:t>
            </w:r>
            <w:proofErr w:type="spellEnd"/>
            <w:r w:rsidRPr="00B9118B">
              <w:rPr>
                <w:rFonts w:ascii="Corbel" w:hAnsi="Corbel"/>
                <w:sz w:val="24"/>
                <w:szCs w:val="24"/>
              </w:rPr>
              <w:t xml:space="preserve"> M., Mazurewicz-Rzepka M., </w:t>
            </w:r>
            <w:r w:rsidRPr="00B9118B">
              <w:rPr>
                <w:rFonts w:ascii="Corbel" w:hAnsi="Corbel"/>
                <w:i/>
                <w:sz w:val="24"/>
                <w:szCs w:val="24"/>
              </w:rPr>
              <w:t>Udział lekarza specjalisty w procedurze orzekania o potrzebie kształcenia specjalnego z uwagi na niesłyszenie/</w:t>
            </w:r>
            <w:proofErr w:type="spellStart"/>
            <w:r w:rsidRPr="00B9118B">
              <w:rPr>
                <w:rFonts w:ascii="Corbel" w:hAnsi="Corbel"/>
                <w:i/>
                <w:sz w:val="24"/>
                <w:szCs w:val="24"/>
              </w:rPr>
              <w:t>słabosłyszenie</w:t>
            </w:r>
            <w:proofErr w:type="spellEnd"/>
            <w:r w:rsidRPr="00B9118B">
              <w:rPr>
                <w:rFonts w:ascii="Corbel" w:hAnsi="Corbel"/>
                <w:sz w:val="24"/>
                <w:szCs w:val="24"/>
              </w:rPr>
              <w:t xml:space="preserve">, w: Polski Przegląd Otorynolaryngologiczny, </w:t>
            </w:r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 xml:space="preserve">Pol </w:t>
            </w:r>
            <w:proofErr w:type="spellStart"/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>Otorhino</w:t>
            </w:r>
            <w:proofErr w:type="spellEnd"/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>Rev</w:t>
            </w:r>
            <w:proofErr w:type="spellEnd"/>
            <w:r w:rsidRPr="00B9118B">
              <w:rPr>
                <w:rFonts w:ascii="Corbel" w:hAnsi="Corbel"/>
                <w:color w:val="000000"/>
                <w:sz w:val="24"/>
                <w:szCs w:val="24"/>
              </w:rPr>
              <w:t xml:space="preserve"> 2019/8 (1), s.6-14;</w:t>
            </w:r>
          </w:p>
        </w:tc>
      </w:tr>
    </w:tbl>
    <w:p w14:paraId="7907A637" w14:textId="77777777"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14:paraId="358088D0" w14:textId="77777777"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14:paraId="1F0D5EB8" w14:textId="77777777" w:rsidR="0085747A" w:rsidRPr="00B9118B" w:rsidRDefault="0085747A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911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EF77370" w14:textId="77777777"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14:paraId="56146B2D" w14:textId="77777777"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14:paraId="68606EDE" w14:textId="77777777" w:rsidR="00564085" w:rsidRPr="00B9118B" w:rsidRDefault="00564085" w:rsidP="00732296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14:paraId="568A2C77" w14:textId="77777777" w:rsidR="00564085" w:rsidRPr="00B9118B" w:rsidRDefault="00564085" w:rsidP="00564085">
      <w:pPr>
        <w:pStyle w:val="Punktygwne"/>
        <w:spacing w:before="0" w:after="0"/>
        <w:ind w:left="708"/>
        <w:jc w:val="right"/>
        <w:rPr>
          <w:rFonts w:ascii="Corbel" w:hAnsi="Corbel"/>
          <w:szCs w:val="24"/>
        </w:rPr>
      </w:pPr>
    </w:p>
    <w:sectPr w:rsidR="00564085" w:rsidRPr="00B911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B3C3A" w14:textId="77777777" w:rsidR="004405FB" w:rsidRDefault="004405FB" w:rsidP="00C16ABF">
      <w:pPr>
        <w:spacing w:after="0" w:line="240" w:lineRule="auto"/>
      </w:pPr>
      <w:r>
        <w:separator/>
      </w:r>
    </w:p>
  </w:endnote>
  <w:endnote w:type="continuationSeparator" w:id="0">
    <w:p w14:paraId="48F3BD38" w14:textId="77777777" w:rsidR="004405FB" w:rsidRDefault="004405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FD5DC" w14:textId="77777777" w:rsidR="004405FB" w:rsidRDefault="004405FB" w:rsidP="00C16ABF">
      <w:pPr>
        <w:spacing w:after="0" w:line="240" w:lineRule="auto"/>
      </w:pPr>
      <w:r>
        <w:separator/>
      </w:r>
    </w:p>
  </w:footnote>
  <w:footnote w:type="continuationSeparator" w:id="0">
    <w:p w14:paraId="0739D50D" w14:textId="77777777" w:rsidR="004405FB" w:rsidRDefault="004405FB" w:rsidP="00C16ABF">
      <w:pPr>
        <w:spacing w:after="0" w:line="240" w:lineRule="auto"/>
      </w:pPr>
      <w:r>
        <w:continuationSeparator/>
      </w:r>
    </w:p>
  </w:footnote>
  <w:footnote w:id="1">
    <w:p w14:paraId="721F9B1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57D03"/>
    <w:multiLevelType w:val="hybridMultilevel"/>
    <w:tmpl w:val="EA3C9808"/>
    <w:lvl w:ilvl="0" w:tplc="D4542F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50DE"/>
    <w:multiLevelType w:val="hybridMultilevel"/>
    <w:tmpl w:val="003430F4"/>
    <w:lvl w:ilvl="0" w:tplc="68BA28B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A637321"/>
    <w:multiLevelType w:val="hybridMultilevel"/>
    <w:tmpl w:val="F2E6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150649">
    <w:abstractNumId w:val="0"/>
  </w:num>
  <w:num w:numId="2" w16cid:durableId="1418600917">
    <w:abstractNumId w:val="2"/>
  </w:num>
  <w:num w:numId="3" w16cid:durableId="458770264">
    <w:abstractNumId w:val="3"/>
  </w:num>
  <w:num w:numId="4" w16cid:durableId="127128345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330"/>
    <w:rsid w:val="000048FD"/>
    <w:rsid w:val="000077B4"/>
    <w:rsid w:val="000127DC"/>
    <w:rsid w:val="00015B8F"/>
    <w:rsid w:val="00022ECE"/>
    <w:rsid w:val="000357E1"/>
    <w:rsid w:val="000422FF"/>
    <w:rsid w:val="00042A51"/>
    <w:rsid w:val="00042D2E"/>
    <w:rsid w:val="00044C82"/>
    <w:rsid w:val="00070ED6"/>
    <w:rsid w:val="000742DC"/>
    <w:rsid w:val="0007453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A3F"/>
    <w:rsid w:val="000F16D7"/>
    <w:rsid w:val="000F1C57"/>
    <w:rsid w:val="000F5615"/>
    <w:rsid w:val="00124BFF"/>
    <w:rsid w:val="0012560E"/>
    <w:rsid w:val="00127108"/>
    <w:rsid w:val="00134B13"/>
    <w:rsid w:val="00146BC0"/>
    <w:rsid w:val="00152153"/>
    <w:rsid w:val="00153C41"/>
    <w:rsid w:val="00154381"/>
    <w:rsid w:val="001640A7"/>
    <w:rsid w:val="00164FA7"/>
    <w:rsid w:val="00166A03"/>
    <w:rsid w:val="001718A7"/>
    <w:rsid w:val="001737CF"/>
    <w:rsid w:val="00176083"/>
    <w:rsid w:val="0018326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5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BE5"/>
    <w:rsid w:val="002D3375"/>
    <w:rsid w:val="002D73D4"/>
    <w:rsid w:val="002F02A3"/>
    <w:rsid w:val="002F364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878"/>
    <w:rsid w:val="003A0A5B"/>
    <w:rsid w:val="003A1176"/>
    <w:rsid w:val="003C0BAE"/>
    <w:rsid w:val="003C27EA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05FB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572"/>
    <w:rsid w:val="004E6E83"/>
    <w:rsid w:val="004F1551"/>
    <w:rsid w:val="004F55A3"/>
    <w:rsid w:val="0050496F"/>
    <w:rsid w:val="0050757A"/>
    <w:rsid w:val="00513B6F"/>
    <w:rsid w:val="00517C63"/>
    <w:rsid w:val="005363C4"/>
    <w:rsid w:val="00536BDE"/>
    <w:rsid w:val="005420A6"/>
    <w:rsid w:val="00543ACC"/>
    <w:rsid w:val="00564085"/>
    <w:rsid w:val="0056696D"/>
    <w:rsid w:val="0059484D"/>
    <w:rsid w:val="005A0855"/>
    <w:rsid w:val="005A3196"/>
    <w:rsid w:val="005A60A3"/>
    <w:rsid w:val="005C080F"/>
    <w:rsid w:val="005C55E5"/>
    <w:rsid w:val="005C696A"/>
    <w:rsid w:val="005D139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2A1"/>
    <w:rsid w:val="006620D9"/>
    <w:rsid w:val="00667134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96"/>
    <w:rsid w:val="007327BD"/>
    <w:rsid w:val="00734608"/>
    <w:rsid w:val="00745302"/>
    <w:rsid w:val="007461D6"/>
    <w:rsid w:val="00746EC8"/>
    <w:rsid w:val="00763BF1"/>
    <w:rsid w:val="00766FD4"/>
    <w:rsid w:val="0078057F"/>
    <w:rsid w:val="0078168C"/>
    <w:rsid w:val="00787C2A"/>
    <w:rsid w:val="00790395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1542"/>
    <w:rsid w:val="008727C2"/>
    <w:rsid w:val="00874625"/>
    <w:rsid w:val="0087725B"/>
    <w:rsid w:val="00884922"/>
    <w:rsid w:val="00885F64"/>
    <w:rsid w:val="00890290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0E8"/>
    <w:rsid w:val="009C54AE"/>
    <w:rsid w:val="009C7121"/>
    <w:rsid w:val="009C788E"/>
    <w:rsid w:val="009D3F3B"/>
    <w:rsid w:val="009D6A8A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275"/>
    <w:rsid w:val="00B06142"/>
    <w:rsid w:val="00B135B1"/>
    <w:rsid w:val="00B3130B"/>
    <w:rsid w:val="00B40ADB"/>
    <w:rsid w:val="00B43B77"/>
    <w:rsid w:val="00B43E80"/>
    <w:rsid w:val="00B46112"/>
    <w:rsid w:val="00B607DB"/>
    <w:rsid w:val="00B66529"/>
    <w:rsid w:val="00B75946"/>
    <w:rsid w:val="00B8056E"/>
    <w:rsid w:val="00B819C8"/>
    <w:rsid w:val="00B82308"/>
    <w:rsid w:val="00B90885"/>
    <w:rsid w:val="00B9118B"/>
    <w:rsid w:val="00BA2AE9"/>
    <w:rsid w:val="00BB520A"/>
    <w:rsid w:val="00BB7DE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CCD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2CE5"/>
    <w:rsid w:val="00D352C9"/>
    <w:rsid w:val="00D4084A"/>
    <w:rsid w:val="00D425B2"/>
    <w:rsid w:val="00D428D6"/>
    <w:rsid w:val="00D552B2"/>
    <w:rsid w:val="00D57FC1"/>
    <w:rsid w:val="00D608D1"/>
    <w:rsid w:val="00D74119"/>
    <w:rsid w:val="00D8075B"/>
    <w:rsid w:val="00D83226"/>
    <w:rsid w:val="00D8678B"/>
    <w:rsid w:val="00D97D7C"/>
    <w:rsid w:val="00DA2114"/>
    <w:rsid w:val="00DC0A7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3679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28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BB9F"/>
  <w15:docId w15:val="{C5FDA4EF-C99B-47F5-9E6D-50D0E924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dt">
    <w:name w:val="dt"/>
    <w:basedOn w:val="Normalny"/>
    <w:rsid w:val="00D97D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.U.@0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D3F5F-C5B3-467D-9120-02E338389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6</Pages>
  <Words>1281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28</cp:revision>
  <cp:lastPrinted>2019-02-06T12:12:00Z</cp:lastPrinted>
  <dcterms:created xsi:type="dcterms:W3CDTF">2020-02-03T08:13:00Z</dcterms:created>
  <dcterms:modified xsi:type="dcterms:W3CDTF">2025-01-31T12:51:00Z</dcterms:modified>
</cp:coreProperties>
</file>